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13D4D5CF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2288F7D3" w14:textId="0701C100" w:rsidR="00F158E9" w:rsidRPr="00F21180" w:rsidRDefault="00F21180">
            <w:pPr>
              <w:pStyle w:val="Pealkiri4"/>
              <w:framePr w:w="9526" w:h="1474" w:wrap="notBeside" w:y="3063"/>
              <w:rPr>
                <w:caps/>
              </w:rPr>
            </w:pPr>
            <w:r w:rsidRPr="00F21180">
              <w:rPr>
                <w:caps/>
              </w:rPr>
              <w:t xml:space="preserve">Taimla- ja seemnemajandusosakonna </w:t>
            </w:r>
            <w:r w:rsidR="00746E3B">
              <w:rPr>
                <w:caps/>
              </w:rPr>
              <w:t>taimekasvatus</w:t>
            </w:r>
            <w:r w:rsidR="00AC03FA">
              <w:rPr>
                <w:caps/>
              </w:rPr>
              <w:t>juhi</w:t>
            </w:r>
          </w:p>
          <w:p w14:paraId="7B981119" w14:textId="77777777"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 w14:paraId="6868C005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671B2510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14:paraId="1769BFDD" w14:textId="77777777" w:rsidR="00F158E9" w:rsidRDefault="00F158E9"/>
        </w:tc>
        <w:tc>
          <w:tcPr>
            <w:tcW w:w="4309" w:type="dxa"/>
            <w:tcBorders>
              <w:bottom w:val="nil"/>
            </w:tcBorders>
          </w:tcPr>
          <w:p w14:paraId="4EF24E16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14:paraId="40AA82CD" w14:textId="74164A55" w:rsidR="00F158E9" w:rsidRDefault="00471D10" w:rsidP="00DB6979">
            <w:r w:rsidRPr="00951304">
              <w:t>06</w:t>
            </w:r>
            <w:r w:rsidR="000E39CD" w:rsidRPr="00951304">
              <w:t>.0</w:t>
            </w:r>
            <w:r w:rsidR="00FF4311" w:rsidRPr="00951304">
              <w:t>1</w:t>
            </w:r>
            <w:r w:rsidR="000E39CD" w:rsidRPr="00951304">
              <w:t>.202</w:t>
            </w:r>
            <w:r w:rsidR="00FF4311" w:rsidRPr="00951304">
              <w:t>5</w:t>
            </w:r>
            <w:r w:rsidR="00F158E9" w:rsidRPr="00951304">
              <w:t xml:space="preserve"> </w:t>
            </w:r>
            <w:r w:rsidR="00F158E9">
              <w:t xml:space="preserve">nr </w:t>
            </w:r>
            <w:r w:rsidR="00330D03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330D03">
              <w:instrText xml:space="preserve"> FORMTEXT </w:instrText>
            </w:r>
            <w:r w:rsidR="00330D03">
              <w:fldChar w:fldCharType="separate"/>
            </w:r>
            <w:r w:rsidR="008A25B1">
              <w:rPr>
                <w:noProof/>
              </w:rPr>
              <w:t>2-2/</w:t>
            </w:r>
            <w:r w:rsidR="00330D03">
              <w:fldChar w:fldCharType="end"/>
            </w:r>
            <w:r w:rsidR="00977244">
              <w:t>6</w:t>
            </w:r>
          </w:p>
        </w:tc>
      </w:tr>
    </w:tbl>
    <w:p w14:paraId="159B7FF2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0988319F" w14:textId="77777777" w:rsidR="00F158E9" w:rsidRDefault="00866A1B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000F2A4E" wp14:editId="60D6A3B6">
            <wp:extent cx="2085975" cy="542925"/>
            <wp:effectExtent l="0" t="0" r="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457E9" w14:textId="77777777" w:rsidR="00F158E9" w:rsidRDefault="00F158E9">
      <w:pPr>
        <w:pStyle w:val="Jalus"/>
      </w:pPr>
    </w:p>
    <w:bookmarkStart w:id="0" w:name="Text7"/>
    <w:p w14:paraId="7B0D537E" w14:textId="77777777" w:rsidR="00F158E9" w:rsidRDefault="00D638ED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A25B1">
        <w:rPr>
          <w:noProof/>
        </w:rPr>
        <w:t>Isikliku sõiduauto töösõitudeks</w:t>
      </w:r>
    </w:p>
    <w:p w14:paraId="4948FE69" w14:textId="77777777" w:rsidR="00F158E9" w:rsidRDefault="008A25B1">
      <w:pPr>
        <w:pStyle w:val="Pealkiri1"/>
      </w:pPr>
      <w:r>
        <w:t>kasutamise kulude hüvitamine</w:t>
      </w:r>
      <w:r w:rsidR="00D638ED">
        <w:fldChar w:fldCharType="end"/>
      </w:r>
      <w:bookmarkEnd w:id="0"/>
    </w:p>
    <w:p w14:paraId="1054E2E1" w14:textId="77777777" w:rsidR="00F158E9" w:rsidRDefault="00F158E9"/>
    <w:p w14:paraId="23909853" w14:textId="77777777" w:rsidR="00F158E9" w:rsidRDefault="00F158E9">
      <w:pPr>
        <w:rPr>
          <w:sz w:val="26"/>
        </w:rPr>
      </w:pPr>
    </w:p>
    <w:p w14:paraId="09BF8C93" w14:textId="77777777" w:rsidR="00F158E9" w:rsidRDefault="00F158E9">
      <w:pPr>
        <w:sectPr w:rsidR="00F158E9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4809A41" w14:textId="36BC88B2" w:rsidR="008E0EFA" w:rsidRDefault="00012C7C" w:rsidP="00912604">
      <w:pPr>
        <w:jc w:val="both"/>
      </w:pPr>
      <w:r>
        <w:t>RMK juhatuse 31</w:t>
      </w:r>
      <w:r w:rsidR="00E96075">
        <w:t>.</w:t>
      </w:r>
      <w:r w:rsidR="00B54FFF">
        <w:t>0</w:t>
      </w:r>
      <w:r w:rsidR="001D39A8">
        <w:t>1</w:t>
      </w:r>
      <w:r w:rsidR="00912604">
        <w:t>.</w:t>
      </w:r>
      <w:r>
        <w:t>202</w:t>
      </w:r>
      <w:r w:rsidR="001D39A8">
        <w:t>3</w:t>
      </w:r>
      <w:r w:rsidR="008A25B1">
        <w:t xml:space="preserve"> otsuse nr </w:t>
      </w:r>
      <w:r>
        <w:t>1-32/</w:t>
      </w:r>
      <w:r w:rsidR="001D39A8">
        <w:t>8</w:t>
      </w:r>
      <w:r w:rsidR="008A25B1">
        <w:t xml:space="preserve"> </w:t>
      </w:r>
      <w:r w:rsidRPr="00012C7C">
        <w:t xml:space="preserve">"RMK töösõitude üle arvestuse pidamise ja kulude hüvitamise juhendi" </w:t>
      </w:r>
      <w:r w:rsidR="00F9160C">
        <w:t>punktis</w:t>
      </w:r>
      <w:r w:rsidR="00956EC9">
        <w:t>t</w:t>
      </w:r>
      <w:r w:rsidR="00F9160C">
        <w:t xml:space="preserve"> 5.</w:t>
      </w:r>
      <w:r w:rsidR="002B62E5">
        <w:t>4</w:t>
      </w:r>
      <w:r w:rsidR="00F9160C">
        <w:t xml:space="preserve"> tulenevalt </w:t>
      </w:r>
    </w:p>
    <w:p w14:paraId="24AA6198" w14:textId="02C83998" w:rsidR="004745D7" w:rsidRPr="00465672" w:rsidRDefault="008B0B98" w:rsidP="00465672">
      <w:pPr>
        <w:pStyle w:val="Normaallaadveeb"/>
        <w:jc w:val="both"/>
        <w:rPr>
          <w:rFonts w:eastAsia="Calibri"/>
          <w:lang w:val="et-EE"/>
        </w:rPr>
      </w:pPr>
      <w:r>
        <w:rPr>
          <w:lang w:val="et-EE"/>
        </w:rPr>
        <w:t>1. M</w:t>
      </w:r>
      <w:r w:rsidR="004745D7" w:rsidRPr="004C2769">
        <w:rPr>
          <w:lang w:val="et-EE"/>
        </w:rPr>
        <w:t xml:space="preserve"> ä ä r a n </w:t>
      </w:r>
      <w:r w:rsidR="00956EC9" w:rsidRPr="00C87072">
        <w:rPr>
          <w:lang w:val="et-EE"/>
        </w:rPr>
        <w:t xml:space="preserve"> </w:t>
      </w:r>
      <w:r w:rsidR="00C87072" w:rsidRPr="004C2769">
        <w:rPr>
          <w:lang w:val="et-EE"/>
        </w:rPr>
        <w:t xml:space="preserve">ajavahemikul </w:t>
      </w:r>
      <w:sdt>
        <w:sdtPr>
          <w:rPr>
            <w:rFonts w:eastAsia="Calibri"/>
            <w:lang w:val="et-EE"/>
          </w:rPr>
          <w:id w:val="448594684"/>
          <w:placeholder>
            <w:docPart w:val="15584139DAF14072B8E41D755B4A976F"/>
          </w:placeholder>
          <w:date w:fullDate="2025-01-0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697D31">
            <w:rPr>
              <w:rFonts w:eastAsia="Calibri"/>
              <w:lang w:val="et-EE"/>
            </w:rPr>
            <w:t>1.01.2025</w:t>
          </w:r>
        </w:sdtContent>
      </w:sdt>
      <w:r w:rsidR="00C87072" w:rsidRPr="004C2769">
        <w:rPr>
          <w:rFonts w:eastAsia="Calibri"/>
          <w:lang w:val="et-EE"/>
        </w:rPr>
        <w:t xml:space="preserve"> </w:t>
      </w:r>
      <w:r w:rsidR="00C87072" w:rsidRPr="004C2769">
        <w:rPr>
          <w:lang w:val="et-EE"/>
        </w:rPr>
        <w:t xml:space="preserve">kuni </w:t>
      </w:r>
      <w:sdt>
        <w:sdtPr>
          <w:rPr>
            <w:rFonts w:eastAsia="Calibri"/>
            <w:lang w:val="et-EE"/>
          </w:rPr>
          <w:id w:val="-84231654"/>
          <w:placeholder>
            <w:docPart w:val="22DA36323EE3434FA080754D3564612C"/>
          </w:placeholder>
          <w:date w:fullDate="2025-12-3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0E39CD">
            <w:rPr>
              <w:rFonts w:eastAsia="Calibri"/>
              <w:lang w:val="et-EE"/>
            </w:rPr>
            <w:t>31.12.202</w:t>
          </w:r>
          <w:r w:rsidR="00697D31">
            <w:rPr>
              <w:rFonts w:eastAsia="Calibri"/>
              <w:lang w:val="et-EE"/>
            </w:rPr>
            <w:t>5</w:t>
          </w:r>
        </w:sdtContent>
      </w:sdt>
      <w:r w:rsidR="00C87072">
        <w:rPr>
          <w:rFonts w:eastAsia="Calibri"/>
          <w:lang w:val="et-EE"/>
        </w:rPr>
        <w:t xml:space="preserve"> </w:t>
      </w:r>
      <w:r w:rsidR="00C87072" w:rsidRPr="004C2769">
        <w:rPr>
          <w:lang w:val="et-EE"/>
        </w:rPr>
        <w:t>isiklike sõiduautode töösõitudeks kasutamise ku</w:t>
      </w:r>
      <w:r w:rsidR="00C87072">
        <w:rPr>
          <w:lang w:val="et-EE"/>
        </w:rPr>
        <w:t xml:space="preserve">lude hüvitise </w:t>
      </w:r>
      <w:r w:rsidR="00C87072" w:rsidRPr="004C2769">
        <w:rPr>
          <w:lang w:val="et-EE"/>
        </w:rPr>
        <w:t xml:space="preserve">ning elukoha ja RMK </w:t>
      </w:r>
      <w:r w:rsidR="001269F2">
        <w:rPr>
          <w:lang w:val="et-EE"/>
        </w:rPr>
        <w:t xml:space="preserve">taimla </w:t>
      </w:r>
      <w:r w:rsidR="00C87072" w:rsidRPr="004C2769">
        <w:rPr>
          <w:lang w:val="et-EE"/>
        </w:rPr>
        <w:t xml:space="preserve">vahelise sõidu hüvitise, kui töötajal puudub võimalus mõistliku aja- või </w:t>
      </w:r>
      <w:r w:rsidR="00C87072">
        <w:rPr>
          <w:lang w:val="et-EE"/>
        </w:rPr>
        <w:t>rahakuluga seda teekonda läbida,</w:t>
      </w:r>
      <w:r w:rsidR="00C87072" w:rsidRPr="004C2769">
        <w:rPr>
          <w:lang w:val="et-EE"/>
        </w:rPr>
        <w:t xml:space="preserve"> </w:t>
      </w:r>
      <w:r w:rsidR="00122A2D">
        <w:rPr>
          <w:lang w:val="et-EE"/>
        </w:rPr>
        <w:t xml:space="preserve">RMK </w:t>
      </w:r>
      <w:r w:rsidR="00A83E8B">
        <w:rPr>
          <w:lang w:val="et-EE"/>
        </w:rPr>
        <w:t>taimla- ja seemnemajandusosakonna</w:t>
      </w:r>
      <w:r w:rsidR="00C87072" w:rsidRPr="00C87072">
        <w:rPr>
          <w:lang w:val="et-EE"/>
        </w:rPr>
        <w:t xml:space="preserve"> </w:t>
      </w:r>
      <w:r w:rsidR="009616E2">
        <w:rPr>
          <w:lang w:val="et-EE"/>
        </w:rPr>
        <w:t xml:space="preserve">Ida piirkonna </w:t>
      </w:r>
      <w:r w:rsidR="00C87072">
        <w:rPr>
          <w:lang w:val="et-EE"/>
        </w:rPr>
        <w:t xml:space="preserve">järgmistele </w:t>
      </w:r>
      <w:r w:rsidR="008F5262" w:rsidRPr="004C2769">
        <w:rPr>
          <w:lang w:val="et-EE"/>
        </w:rPr>
        <w:t>töötajatele</w:t>
      </w:r>
      <w:r w:rsidR="00C87072">
        <w:rPr>
          <w:lang w:val="et-EE"/>
        </w:rPr>
        <w:t xml:space="preserve">: </w:t>
      </w:r>
    </w:p>
    <w:p w14:paraId="376EBD9D" w14:textId="01852985" w:rsidR="004745D7" w:rsidRDefault="008946AD" w:rsidP="008B0B98">
      <w:pPr>
        <w:pStyle w:val="Loendilik"/>
        <w:numPr>
          <w:ilvl w:val="1"/>
          <w:numId w:val="7"/>
        </w:numPr>
      </w:pPr>
      <w:r>
        <w:t>Veljo</w:t>
      </w:r>
      <w:r w:rsidR="00D641A5">
        <w:t xml:space="preserve"> Valk</w:t>
      </w:r>
      <w:r w:rsidR="00F21180">
        <w:t xml:space="preserve"> </w:t>
      </w:r>
      <w:r w:rsidR="00536AF4">
        <w:t>-</w:t>
      </w:r>
      <w:r w:rsidR="00374546">
        <w:t xml:space="preserve"> </w:t>
      </w:r>
      <w:sdt>
        <w:sdtPr>
          <w:tag w:val="Riigimetsa Majandamise Keskuse "/>
          <w:id w:val="-1258591835"/>
          <w:placeholder>
            <w:docPart w:val="3BA7930F69B6480A8364B6F52F8A9868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F21180">
            <w:t xml:space="preserve">elukoha ja RMK </w:t>
          </w:r>
          <w:r w:rsidR="00D641A5">
            <w:t xml:space="preserve">taimla </w:t>
          </w:r>
          <w:r w:rsidR="00F21180">
            <w:t>vaheline sõit hüvitatakse</w:t>
          </w:r>
        </w:sdtContent>
      </w:sdt>
      <w:r w:rsidR="00012C7C">
        <w:t xml:space="preserve">; </w:t>
      </w:r>
    </w:p>
    <w:p w14:paraId="2E6D0F1F" w14:textId="638142D9" w:rsidR="00012C7C" w:rsidRPr="005C5E75" w:rsidRDefault="00D641A5" w:rsidP="00726591">
      <w:pPr>
        <w:pStyle w:val="Loendilik"/>
        <w:numPr>
          <w:ilvl w:val="1"/>
          <w:numId w:val="7"/>
        </w:numPr>
      </w:pPr>
      <w:r>
        <w:t>Kalvi Normak</w:t>
      </w:r>
      <w:r w:rsidR="00536AF4">
        <w:t xml:space="preserve"> -</w:t>
      </w:r>
      <w:r w:rsidR="00726591">
        <w:t xml:space="preserve"> </w:t>
      </w:r>
      <w:sdt>
        <w:sdtPr>
          <w:tag w:val="Riigimetsa Majandamise Keskuse "/>
          <w:id w:val="-1064486258"/>
          <w:placeholder>
            <w:docPart w:val="4D652CA8B45F4C46B9ED6AA9BC75A6DC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726591">
            <w:t xml:space="preserve">elukoha ja RMK </w:t>
          </w:r>
          <w:r>
            <w:t xml:space="preserve">taimla </w:t>
          </w:r>
          <w:r w:rsidR="00726591">
            <w:t>vaheline sõit hüvitatakse</w:t>
          </w:r>
        </w:sdtContent>
      </w:sdt>
      <w:r w:rsidR="00726591" w:rsidRPr="00CB745C">
        <w:t xml:space="preserve">;  </w:t>
      </w:r>
    </w:p>
    <w:p w14:paraId="137BDCA9" w14:textId="77777777" w:rsidR="00C934D0" w:rsidRDefault="00C934D0" w:rsidP="008B0B98">
      <w:pPr>
        <w:pStyle w:val="Loendilik"/>
        <w:numPr>
          <w:ilvl w:val="1"/>
          <w:numId w:val="7"/>
        </w:numPr>
      </w:pPr>
      <w:r>
        <w:t>Valdeko Paats</w:t>
      </w:r>
      <w:r w:rsidR="00F21180">
        <w:t xml:space="preserve"> </w:t>
      </w:r>
      <w:r w:rsidR="00536AF4">
        <w:t>-</w:t>
      </w:r>
      <w:r w:rsidR="00012C7C">
        <w:t xml:space="preserve"> </w:t>
      </w:r>
      <w:sdt>
        <w:sdtPr>
          <w:tag w:val="Riigimetsa Majandamise Keskuse "/>
          <w:id w:val="717325077"/>
          <w:placeholder>
            <w:docPart w:val="D5EFA51F7E464568A956D5BA7F9F474C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 w:rsidR="00D2518B">
            <w:t xml:space="preserve">elukoha ja RMK </w:t>
          </w:r>
          <w:r w:rsidR="00C76462">
            <w:t xml:space="preserve">taimla </w:t>
          </w:r>
          <w:r w:rsidR="00D2518B">
            <w:t>vaheline sõit hüvitatakse</w:t>
          </w:r>
        </w:sdtContent>
      </w:sdt>
      <w:r w:rsidR="00012C7C" w:rsidRPr="00CB745C">
        <w:t xml:space="preserve">; </w:t>
      </w:r>
    </w:p>
    <w:p w14:paraId="28E9DEFF" w14:textId="1F77FBD7" w:rsidR="00012C7C" w:rsidRPr="005C5E75" w:rsidRDefault="006A3410" w:rsidP="008B0B98">
      <w:pPr>
        <w:pStyle w:val="Loendilik"/>
        <w:numPr>
          <w:ilvl w:val="1"/>
          <w:numId w:val="7"/>
        </w:numPr>
      </w:pPr>
      <w:r>
        <w:t>A</w:t>
      </w:r>
      <w:r w:rsidR="003D4E7C">
        <w:t>a</w:t>
      </w:r>
      <w:r>
        <w:t xml:space="preserve">re Ritval - </w:t>
      </w:r>
      <w:sdt>
        <w:sdtPr>
          <w:tag w:val="Riigimetsa Majandamise Keskuse "/>
          <w:id w:val="1847432980"/>
          <w:placeholder>
            <w:docPart w:val="26529FB9D22D4B128B734CA5D19D0668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taimla vaheline sõit hüvitatakse</w:t>
          </w:r>
          <w:r w:rsidR="00E877BF">
            <w:t>.</w:t>
          </w:r>
        </w:sdtContent>
      </w:sdt>
      <w:r>
        <w:t xml:space="preserve"> </w:t>
      </w:r>
      <w:r w:rsidR="00012C7C" w:rsidRPr="00CB745C">
        <w:t xml:space="preserve"> </w:t>
      </w:r>
    </w:p>
    <w:p w14:paraId="78835B2A" w14:textId="77777777" w:rsidR="00F158E9" w:rsidRDefault="00F158E9"/>
    <w:p w14:paraId="624D6267" w14:textId="77777777" w:rsidR="008B0B98" w:rsidRDefault="008B0B98"/>
    <w:p w14:paraId="158E69CE" w14:textId="3A0167EA" w:rsidR="008B0B98" w:rsidRDefault="00C87072" w:rsidP="002D17A7">
      <w:pPr>
        <w:pStyle w:val="Loendilik"/>
        <w:numPr>
          <w:ilvl w:val="0"/>
          <w:numId w:val="7"/>
        </w:numPr>
      </w:pPr>
      <w:r>
        <w:t>Töötaja</w:t>
      </w:r>
      <w:r w:rsidR="00252A45">
        <w:t>le</w:t>
      </w:r>
      <w:r>
        <w:t xml:space="preserve"> makstava hüvitise suurus </w:t>
      </w:r>
      <w:r w:rsidR="00252A45">
        <w:t xml:space="preserve">(€/km) </w:t>
      </w:r>
      <w:r>
        <w:t xml:space="preserve">arvutatakse vastavalt </w:t>
      </w:r>
      <w:r w:rsidR="00252A45" w:rsidRPr="00012C7C">
        <w:t xml:space="preserve">"RMK töösõitude üle arvestuse pidamise ja kulude hüvitamise juhendi" </w:t>
      </w:r>
      <w:r>
        <w:t>lisas 2 toodud metoodikale.</w:t>
      </w:r>
    </w:p>
    <w:p w14:paraId="13D0D10C" w14:textId="77777777" w:rsidR="00DB4EF7" w:rsidRDefault="00DB4EF7">
      <w:pPr>
        <w:rPr>
          <w:spacing w:val="0"/>
          <w:position w:val="0"/>
        </w:rPr>
      </w:pPr>
      <w:bookmarkStart w:id="1" w:name="Dropdown9"/>
    </w:p>
    <w:p w14:paraId="3EDC9BCB" w14:textId="77777777" w:rsidR="00DB4EF7" w:rsidRDefault="00DB4EF7">
      <w:pPr>
        <w:rPr>
          <w:spacing w:val="0"/>
          <w:position w:val="0"/>
        </w:rPr>
      </w:pPr>
    </w:p>
    <w:p w14:paraId="7EC36244" w14:textId="77777777" w:rsidR="0089465D" w:rsidRDefault="0089465D">
      <w:pPr>
        <w:rPr>
          <w:spacing w:val="0"/>
          <w:position w:val="0"/>
        </w:rPr>
      </w:pPr>
    </w:p>
    <w:p w14:paraId="652C910C" w14:textId="29640FEB" w:rsidR="00F158E9" w:rsidRDefault="00F21180">
      <w:r>
        <w:rPr>
          <w:spacing w:val="0"/>
          <w:position w:val="0"/>
        </w:rPr>
        <w:t>/allkirjastatud digitaalselt/</w:t>
      </w:r>
      <w:bookmarkEnd w:id="1"/>
    </w:p>
    <w:p w14:paraId="79C55D16" w14:textId="77777777" w:rsidR="00F158E9" w:rsidRDefault="00F158E9"/>
    <w:p w14:paraId="23910C21" w14:textId="77777777" w:rsidR="00F158E9" w:rsidRDefault="00F158E9"/>
    <w:p w14:paraId="0E8B20A3" w14:textId="4114B901" w:rsidR="00F158E9" w:rsidRDefault="00122A2D">
      <w:r>
        <w:t>Aivo Vares</w:t>
      </w:r>
    </w:p>
    <w:p w14:paraId="0A6FCE1B" w14:textId="005B92AD" w:rsidR="00F158E9" w:rsidRDefault="00122A2D">
      <w:r>
        <w:t>taimekasvatusjuht</w:t>
      </w:r>
    </w:p>
    <w:p w14:paraId="7E42A0D2" w14:textId="77777777" w:rsidR="00F158E9" w:rsidRDefault="00F158E9"/>
    <w:p w14:paraId="5D208F46" w14:textId="77777777" w:rsidR="00F158E9" w:rsidRDefault="00F158E9"/>
    <w:p w14:paraId="45255B5A" w14:textId="77777777" w:rsidR="00F158E9" w:rsidRDefault="00F158E9"/>
    <w:bookmarkStart w:id="2" w:name="Text28"/>
    <w:p w14:paraId="452E6D41" w14:textId="3977AB06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E0EFA">
        <w:rPr>
          <w:noProof/>
        </w:rPr>
        <w:t xml:space="preserve">Jaotuskava: </w:t>
      </w:r>
      <w:r>
        <w:fldChar w:fldCharType="end"/>
      </w:r>
      <w:bookmarkEnd w:id="2"/>
      <w:r w:rsidR="00AA7B5C" w:rsidRPr="00AA7B5C">
        <w:t xml:space="preserve"> </w:t>
      </w:r>
      <w:r w:rsidR="00196D2E">
        <w:t>osakonna juhataja</w:t>
      </w:r>
      <w:r w:rsidR="00EB5976">
        <w:t xml:space="preserve">, </w:t>
      </w:r>
      <w:r w:rsidR="00AA7B5C">
        <w:t xml:space="preserve">transpordispetsialist, palgaraamatupidaja, </w:t>
      </w:r>
      <w:r w:rsidR="00E90228">
        <w:t>taimlajuhid</w:t>
      </w:r>
    </w:p>
    <w:p w14:paraId="21221D1F" w14:textId="77777777" w:rsidR="00F158E9" w:rsidRDefault="00F158E9"/>
    <w:p w14:paraId="34C4052E" w14:textId="77777777" w:rsidR="00F158E9" w:rsidRDefault="00F158E9"/>
    <w:p w14:paraId="5F078429" w14:textId="77777777" w:rsidR="00F158E9" w:rsidRDefault="00F158E9"/>
    <w:p w14:paraId="3E65F98D" w14:textId="44636F30" w:rsidR="00F158E9" w:rsidRDefault="00F158E9"/>
    <w:p w14:paraId="69237C33" w14:textId="7C618620" w:rsidR="00F158E9" w:rsidRDefault="00F158E9"/>
    <w:p w14:paraId="11609289" w14:textId="2166B604" w:rsidR="00D638ED" w:rsidRDefault="00D638ED"/>
    <w:sectPr w:rsidR="00D638ED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FBBFC" w14:textId="77777777" w:rsidR="00846E46" w:rsidRDefault="00846E46">
      <w:r>
        <w:separator/>
      </w:r>
    </w:p>
  </w:endnote>
  <w:endnote w:type="continuationSeparator" w:id="0">
    <w:p w14:paraId="4938A3E6" w14:textId="77777777" w:rsidR="00846E46" w:rsidRDefault="0084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91732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ACC3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8BC44" w14:textId="77777777"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94ED2" w14:textId="77777777" w:rsidR="00846E46" w:rsidRDefault="00846E46">
      <w:r>
        <w:separator/>
      </w:r>
    </w:p>
  </w:footnote>
  <w:footnote w:type="continuationSeparator" w:id="0">
    <w:p w14:paraId="2A6FAA71" w14:textId="77777777" w:rsidR="00846E46" w:rsidRDefault="00846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8F076" w14:textId="77777777"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503746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66BBA" w14:textId="77777777"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CCAA9" w14:textId="77777777"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FB2618F"/>
    <w:multiLevelType w:val="multilevel"/>
    <w:tmpl w:val="0148A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3FC6B89"/>
    <w:multiLevelType w:val="hybridMultilevel"/>
    <w:tmpl w:val="B3FEAC9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5C7F3819"/>
    <w:multiLevelType w:val="hybridMultilevel"/>
    <w:tmpl w:val="37506EA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45448A7"/>
    <w:multiLevelType w:val="hybridMultilevel"/>
    <w:tmpl w:val="3D66FA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8FB7B24"/>
    <w:multiLevelType w:val="multilevel"/>
    <w:tmpl w:val="85D4A3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 w16cid:durableId="314603057">
    <w:abstractNumId w:val="0"/>
  </w:num>
  <w:num w:numId="2" w16cid:durableId="772749983">
    <w:abstractNumId w:val="3"/>
  </w:num>
  <w:num w:numId="3" w16cid:durableId="1067802815">
    <w:abstractNumId w:val="2"/>
  </w:num>
  <w:num w:numId="4" w16cid:durableId="1997875281">
    <w:abstractNumId w:val="4"/>
  </w:num>
  <w:num w:numId="5" w16cid:durableId="69548368">
    <w:abstractNumId w:val="5"/>
  </w:num>
  <w:num w:numId="6" w16cid:durableId="1420131809">
    <w:abstractNumId w:val="6"/>
  </w:num>
  <w:num w:numId="7" w16cid:durableId="1210801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BB5"/>
    <w:rsid w:val="00012C7C"/>
    <w:rsid w:val="000278C7"/>
    <w:rsid w:val="00074F88"/>
    <w:rsid w:val="0007561C"/>
    <w:rsid w:val="00096105"/>
    <w:rsid w:val="000B51C4"/>
    <w:rsid w:val="000C0C22"/>
    <w:rsid w:val="000E39CD"/>
    <w:rsid w:val="001037AA"/>
    <w:rsid w:val="00112C2B"/>
    <w:rsid w:val="00122A2D"/>
    <w:rsid w:val="00124152"/>
    <w:rsid w:val="001269F2"/>
    <w:rsid w:val="00192916"/>
    <w:rsid w:val="001934AD"/>
    <w:rsid w:val="00196D2E"/>
    <w:rsid w:val="001A12A0"/>
    <w:rsid w:val="001D39A8"/>
    <w:rsid w:val="001E491D"/>
    <w:rsid w:val="001F6149"/>
    <w:rsid w:val="00222AEA"/>
    <w:rsid w:val="002247D6"/>
    <w:rsid w:val="00252A45"/>
    <w:rsid w:val="002A76E4"/>
    <w:rsid w:val="002B62E5"/>
    <w:rsid w:val="002D131F"/>
    <w:rsid w:val="002D18C3"/>
    <w:rsid w:val="00330D03"/>
    <w:rsid w:val="003671B4"/>
    <w:rsid w:val="00372A93"/>
    <w:rsid w:val="00374546"/>
    <w:rsid w:val="0037522C"/>
    <w:rsid w:val="00375647"/>
    <w:rsid w:val="00375F59"/>
    <w:rsid w:val="00376821"/>
    <w:rsid w:val="00376B7C"/>
    <w:rsid w:val="00385104"/>
    <w:rsid w:val="00385942"/>
    <w:rsid w:val="003A0A0C"/>
    <w:rsid w:val="003D0CFF"/>
    <w:rsid w:val="003D4E7C"/>
    <w:rsid w:val="003E70C4"/>
    <w:rsid w:val="003F2FBF"/>
    <w:rsid w:val="00423017"/>
    <w:rsid w:val="00465672"/>
    <w:rsid w:val="00471D10"/>
    <w:rsid w:val="004745D7"/>
    <w:rsid w:val="0047777A"/>
    <w:rsid w:val="00481C87"/>
    <w:rsid w:val="004C2769"/>
    <w:rsid w:val="004D4185"/>
    <w:rsid w:val="00503746"/>
    <w:rsid w:val="005216DB"/>
    <w:rsid w:val="00536AF4"/>
    <w:rsid w:val="005B39CA"/>
    <w:rsid w:val="005C5E75"/>
    <w:rsid w:val="005F18DA"/>
    <w:rsid w:val="00630AE2"/>
    <w:rsid w:val="00697D31"/>
    <w:rsid w:val="006A1B56"/>
    <w:rsid w:val="006A3410"/>
    <w:rsid w:val="006B0CB3"/>
    <w:rsid w:val="00710824"/>
    <w:rsid w:val="00726591"/>
    <w:rsid w:val="00746E3B"/>
    <w:rsid w:val="007737E3"/>
    <w:rsid w:val="00782487"/>
    <w:rsid w:val="007B30F8"/>
    <w:rsid w:val="00807B5D"/>
    <w:rsid w:val="008116AC"/>
    <w:rsid w:val="00844ACD"/>
    <w:rsid w:val="00846E46"/>
    <w:rsid w:val="00866A1B"/>
    <w:rsid w:val="0089465D"/>
    <w:rsid w:val="008946AD"/>
    <w:rsid w:val="008A25B1"/>
    <w:rsid w:val="008B0B98"/>
    <w:rsid w:val="008D61B5"/>
    <w:rsid w:val="008E0EFA"/>
    <w:rsid w:val="008F5262"/>
    <w:rsid w:val="00912604"/>
    <w:rsid w:val="009351CD"/>
    <w:rsid w:val="00951304"/>
    <w:rsid w:val="00956EC9"/>
    <w:rsid w:val="009616E2"/>
    <w:rsid w:val="00977244"/>
    <w:rsid w:val="009A06B3"/>
    <w:rsid w:val="009E24DD"/>
    <w:rsid w:val="00A32AFC"/>
    <w:rsid w:val="00A40D81"/>
    <w:rsid w:val="00A55E8D"/>
    <w:rsid w:val="00A83E8B"/>
    <w:rsid w:val="00AA7B5C"/>
    <w:rsid w:val="00AC03FA"/>
    <w:rsid w:val="00AE5A03"/>
    <w:rsid w:val="00AE7AE6"/>
    <w:rsid w:val="00B23E37"/>
    <w:rsid w:val="00B26B38"/>
    <w:rsid w:val="00B364EC"/>
    <w:rsid w:val="00B409D4"/>
    <w:rsid w:val="00B54FFF"/>
    <w:rsid w:val="00BB4877"/>
    <w:rsid w:val="00BC33C7"/>
    <w:rsid w:val="00BC6D3E"/>
    <w:rsid w:val="00C07E9A"/>
    <w:rsid w:val="00C22D3B"/>
    <w:rsid w:val="00C76462"/>
    <w:rsid w:val="00C87072"/>
    <w:rsid w:val="00C90C72"/>
    <w:rsid w:val="00C934D0"/>
    <w:rsid w:val="00CB745C"/>
    <w:rsid w:val="00CE71EC"/>
    <w:rsid w:val="00D2518B"/>
    <w:rsid w:val="00D25666"/>
    <w:rsid w:val="00D35C17"/>
    <w:rsid w:val="00D638ED"/>
    <w:rsid w:val="00D641A5"/>
    <w:rsid w:val="00D86B50"/>
    <w:rsid w:val="00DA1F6D"/>
    <w:rsid w:val="00DA3AA4"/>
    <w:rsid w:val="00DB4EF7"/>
    <w:rsid w:val="00DB6979"/>
    <w:rsid w:val="00E00F96"/>
    <w:rsid w:val="00E14A93"/>
    <w:rsid w:val="00E26932"/>
    <w:rsid w:val="00E60369"/>
    <w:rsid w:val="00E877BF"/>
    <w:rsid w:val="00E90228"/>
    <w:rsid w:val="00E96075"/>
    <w:rsid w:val="00EB5976"/>
    <w:rsid w:val="00EC795C"/>
    <w:rsid w:val="00EE7ADF"/>
    <w:rsid w:val="00EE7EC8"/>
    <w:rsid w:val="00F066BD"/>
    <w:rsid w:val="00F07F1C"/>
    <w:rsid w:val="00F158E9"/>
    <w:rsid w:val="00F21180"/>
    <w:rsid w:val="00F5597C"/>
    <w:rsid w:val="00F81BB5"/>
    <w:rsid w:val="00F9160C"/>
    <w:rsid w:val="00FF4311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2BD84"/>
  <w14:defaultImageDpi w14:val="96"/>
  <w15:docId w15:val="{4DF2AE90-DC5B-4AAE-B78F-04158611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asciiTheme="minorHAnsi" w:eastAsiaTheme="minorEastAsia" w:hAnsiTheme="minorHAnsi" w:cs="Times New Roman"/>
      <w:b/>
      <w:bCs/>
      <w:spacing w:val="2"/>
      <w:position w:val="6"/>
      <w:sz w:val="28"/>
      <w:szCs w:val="28"/>
      <w:lang w:val="x-none" w:eastAsia="en-US"/>
    </w:rPr>
  </w:style>
  <w:style w:type="paragraph" w:styleId="Pis">
    <w:name w:val="header"/>
    <w:basedOn w:val="Normaallaad"/>
    <w:link w:val="PisMrk"/>
    <w:uiPriority w:val="99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styleId="Pealdis">
    <w:name w:val="caption"/>
    <w:basedOn w:val="Normaallaad"/>
    <w:next w:val="Normaallaad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34"/>
    <w:qFormat/>
    <w:rsid w:val="008E0E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278C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0278C7"/>
    <w:rPr>
      <w:rFonts w:ascii="Tahoma" w:hAnsi="Tahoma" w:cs="Tahoma"/>
      <w:spacing w:val="2"/>
      <w:position w:val="6"/>
      <w:sz w:val="16"/>
      <w:szCs w:val="16"/>
      <w:lang w:val="x-none" w:eastAsia="en-US"/>
    </w:rPr>
  </w:style>
  <w:style w:type="paragraph" w:styleId="Normaallaadveeb">
    <w:name w:val="Normal (Web)"/>
    <w:basedOn w:val="Normaallaad"/>
    <w:rsid w:val="00DB6979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Kommentaariviide">
    <w:name w:val="annotation reference"/>
    <w:basedOn w:val="Liguvaikefont"/>
    <w:semiHidden/>
    <w:unhideWhenUsed/>
    <w:rsid w:val="00F9160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F9160C"/>
    <w:rPr>
      <w:sz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F9160C"/>
    <w:rPr>
      <w:spacing w:val="2"/>
      <w:position w:val="6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F9160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F9160C"/>
    <w:rPr>
      <w:b/>
      <w:bCs/>
      <w:spacing w:val="2"/>
      <w:position w:val="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liis.nurk\AppData\Local\Microsoft\Windows\INetCache\IE\JQWWQT32\kaskkir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BA7930F69B6480A8364B6F52F8A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2B6193-7194-42E3-B655-1A5512D87494}"/>
      </w:docPartPr>
      <w:docPartBody>
        <w:p w:rsidR="00F35BB0" w:rsidRDefault="00990EDC">
          <w:pPr>
            <w:pStyle w:val="3BA7930F69B6480A8364B6F52F8A9868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D5EFA51F7E464568A956D5BA7F9F47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DD85D4-E8E8-42BE-BDD6-770BF40ADF76}"/>
      </w:docPartPr>
      <w:docPartBody>
        <w:p w:rsidR="00146FE3" w:rsidRDefault="00F35BB0" w:rsidP="00F35BB0">
          <w:pPr>
            <w:pStyle w:val="D5EFA51F7E464568A956D5BA7F9F474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15584139DAF14072B8E41D755B4A9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E4DD5-B82D-4A58-963D-E4E7A8680B0B}"/>
      </w:docPartPr>
      <w:docPartBody>
        <w:p w:rsidR="00047A66" w:rsidRDefault="001364AA" w:rsidP="001364AA">
          <w:pPr>
            <w:pStyle w:val="15584139DAF14072B8E41D755B4A976F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22DA36323EE3434FA080754D35646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6FB0C-96F5-4A8A-8E78-DE9FE5EBECCF}"/>
      </w:docPartPr>
      <w:docPartBody>
        <w:p w:rsidR="00047A66" w:rsidRDefault="001364AA" w:rsidP="001364AA">
          <w:pPr>
            <w:pStyle w:val="22DA36323EE3434FA080754D3564612C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4D652CA8B45F4C46B9ED6AA9BC75A6D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8D6824-AB6A-4CB1-9D74-9CE0DA068719}"/>
      </w:docPartPr>
      <w:docPartBody>
        <w:p w:rsidR="00B27196" w:rsidRDefault="00B27196" w:rsidP="00B27196">
          <w:pPr>
            <w:pStyle w:val="4D652CA8B45F4C46B9ED6AA9BC75A6D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6529FB9D22D4B128B734CA5D19D06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F62190-8A14-4C6D-8E04-E431A694BAD5}"/>
      </w:docPartPr>
      <w:docPartBody>
        <w:p w:rsidR="00EB6E35" w:rsidRDefault="0004318F" w:rsidP="0004318F">
          <w:pPr>
            <w:pStyle w:val="26529FB9D22D4B128B734CA5D19D0668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EDC"/>
    <w:rsid w:val="00035929"/>
    <w:rsid w:val="0004318F"/>
    <w:rsid w:val="00047A66"/>
    <w:rsid w:val="001364AA"/>
    <w:rsid w:val="00146FE3"/>
    <w:rsid w:val="001D3729"/>
    <w:rsid w:val="002247D6"/>
    <w:rsid w:val="002A2B71"/>
    <w:rsid w:val="002D131F"/>
    <w:rsid w:val="00454647"/>
    <w:rsid w:val="0065508B"/>
    <w:rsid w:val="006D5AB7"/>
    <w:rsid w:val="0074419C"/>
    <w:rsid w:val="008116AC"/>
    <w:rsid w:val="00990EDC"/>
    <w:rsid w:val="00A352D4"/>
    <w:rsid w:val="00AA571E"/>
    <w:rsid w:val="00B27196"/>
    <w:rsid w:val="00B534F5"/>
    <w:rsid w:val="00CE16D7"/>
    <w:rsid w:val="00D616F8"/>
    <w:rsid w:val="00DB0414"/>
    <w:rsid w:val="00DE3B9C"/>
    <w:rsid w:val="00EB6E35"/>
    <w:rsid w:val="00F134D5"/>
    <w:rsid w:val="00F3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4318F"/>
    <w:rPr>
      <w:color w:val="808080"/>
    </w:rPr>
  </w:style>
  <w:style w:type="paragraph" w:customStyle="1" w:styleId="4D652CA8B45F4C46B9ED6AA9BC75A6DC">
    <w:name w:val="4D652CA8B45F4C46B9ED6AA9BC75A6DC"/>
    <w:rsid w:val="00B27196"/>
    <w:rPr>
      <w:kern w:val="2"/>
      <w14:ligatures w14:val="standardContextual"/>
    </w:rPr>
  </w:style>
  <w:style w:type="paragraph" w:customStyle="1" w:styleId="3BA7930F69B6480A8364B6F52F8A9868">
    <w:name w:val="3BA7930F69B6480A8364B6F52F8A9868"/>
  </w:style>
  <w:style w:type="paragraph" w:customStyle="1" w:styleId="D5EFA51F7E464568A956D5BA7F9F474C">
    <w:name w:val="D5EFA51F7E464568A956D5BA7F9F474C"/>
    <w:rsid w:val="00F35BB0"/>
  </w:style>
  <w:style w:type="paragraph" w:customStyle="1" w:styleId="15584139DAF14072B8E41D755B4A976F">
    <w:name w:val="15584139DAF14072B8E41D755B4A976F"/>
    <w:rsid w:val="001364AA"/>
  </w:style>
  <w:style w:type="paragraph" w:customStyle="1" w:styleId="22DA36323EE3434FA080754D3564612C">
    <w:name w:val="22DA36323EE3434FA080754D3564612C"/>
    <w:rsid w:val="001364AA"/>
  </w:style>
  <w:style w:type="paragraph" w:customStyle="1" w:styleId="3B93A9C7CE694B8B929A692B196F7B37">
    <w:name w:val="3B93A9C7CE694B8B929A692B196F7B37"/>
    <w:rsid w:val="00A352D4"/>
  </w:style>
  <w:style w:type="paragraph" w:customStyle="1" w:styleId="26529FB9D22D4B128B734CA5D19D0668">
    <w:name w:val="26529FB9D22D4B128B734CA5D19D0668"/>
    <w:rsid w:val="0004318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15" ma:contentTypeDescription="Create a new document." ma:contentTypeScope="" ma:versionID="7c7e3a8b9e660dcd3a575b318b0f9a24">
  <xsd:schema xmlns:xsd="http://www.w3.org/2001/XMLSchema" xmlns:xs="http://www.w3.org/2001/XMLSchema" xmlns:p="http://schemas.microsoft.com/office/2006/metadata/properties" xmlns:ns3="83bd9f2f-8515-4072-860f-ad5818d2e4c0" xmlns:ns4="3b9ebb5b-32c4-4bac-adc3-9c6b20a212e0" targetNamespace="http://schemas.microsoft.com/office/2006/metadata/properties" ma:root="true" ma:fieldsID="9f4da9bc1a913a7d18e899d6083bb967" ns3:_="" ns4:_="">
    <xsd:import namespace="83bd9f2f-8515-4072-860f-ad5818d2e4c0"/>
    <xsd:import namespace="3b9ebb5b-32c4-4bac-adc3-9c6b20a212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_activity" minOccurs="0"/>
                <xsd:element ref="ns4:MediaServiceAutoTags" minOccurs="0"/>
                <xsd:element ref="ns4:MediaLengthInSeconds" minOccurs="0"/>
                <xsd:element ref="ns4:MediaServiceObjectDetectorVersion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d9f2f-8515-4072-860f-ad5818d2e4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9ebb5b-32c4-4bac-adc3-9c6b20a212e0" xsi:nil="true"/>
  </documentManagement>
</p:properties>
</file>

<file path=customXml/itemProps1.xml><?xml version="1.0" encoding="utf-8"?>
<ds:datastoreItem xmlns:ds="http://schemas.openxmlformats.org/officeDocument/2006/customXml" ds:itemID="{56F96B3D-DB88-4D3A-9E09-F3C8631FD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801391-93E8-4D4E-84F4-60B32A039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d9f2f-8515-4072-860f-ad5818d2e4c0"/>
    <ds:schemaRef ds:uri="3b9ebb5b-32c4-4bac-adc3-9c6b20a2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1C580-0D20-4EC4-AC64-AF035B5743AB}">
  <ds:schemaRefs>
    <ds:schemaRef ds:uri="http://schemas.microsoft.com/office/2006/metadata/properties"/>
    <ds:schemaRef ds:uri="http://schemas.microsoft.com/office/infopath/2007/PartnerControls"/>
    <ds:schemaRef ds:uri="3b9ebb5b-32c4-4bac-adc3-9c6b20a212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kaskkiri.dotx</Template>
  <TotalTime>50</TotalTime>
  <Pages>1</Pages>
  <Words>152</Words>
  <Characters>1101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 Ltd., Parnu mnt 154, 11317 Tallinn, Estonia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2000(TM) file templates</dc:subject>
  <dc:creator>Anneliis Nurk</dc:creator>
  <dc:description>Ver 2.0, 01.2013</dc:description>
  <cp:lastModifiedBy>Aivo Vares | RMK</cp:lastModifiedBy>
  <cp:revision>40</cp:revision>
  <cp:lastPrinted>2003-07-14T19:24:00Z</cp:lastPrinted>
  <dcterms:created xsi:type="dcterms:W3CDTF">2025-01-03T07:54:00Z</dcterms:created>
  <dcterms:modified xsi:type="dcterms:W3CDTF">2025-01-06T12:15:00Z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